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8E" w:rsidRPr="008F03F4" w:rsidRDefault="00C61B8E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8F03F4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2</w:t>
      </w:r>
    </w:p>
    <w:p w:rsidR="00C61B8E" w:rsidRPr="008F03F4" w:rsidRDefault="00C61B8E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</w:t>
      </w:r>
      <w:r>
        <w:rPr>
          <w:rFonts w:ascii="Times New Roman" w:hAnsi="Times New Roman"/>
          <w:sz w:val="24"/>
          <w:szCs w:val="24"/>
        </w:rPr>
        <w:t>_______</w:t>
      </w:r>
      <w:r w:rsidRPr="008F03F4">
        <w:rPr>
          <w:rFonts w:ascii="Times New Roman" w:hAnsi="Times New Roman"/>
          <w:sz w:val="24"/>
          <w:szCs w:val="24"/>
        </w:rPr>
        <w:t xml:space="preserve"> 2014 года  № ____</w:t>
      </w:r>
    </w:p>
    <w:p w:rsidR="00C61B8E" w:rsidRPr="008F03F4" w:rsidRDefault="00C61B8E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C61B8E" w:rsidRPr="008F03F4" w:rsidRDefault="00C61B8E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C61B8E" w:rsidRPr="008F03F4" w:rsidRDefault="00C61B8E" w:rsidP="00B24788">
      <w:pPr>
        <w:spacing w:after="0" w:line="240" w:lineRule="auto"/>
        <w:ind w:left="10010"/>
        <w:rPr>
          <w:rFonts w:ascii="Times New Roman" w:hAnsi="Times New Roman"/>
        </w:rPr>
      </w:pPr>
    </w:p>
    <w:tbl>
      <w:tblPr>
        <w:tblW w:w="15180" w:type="dxa"/>
        <w:tblInd w:w="108" w:type="dxa"/>
        <w:tblLayout w:type="fixed"/>
        <w:tblLook w:val="00A0"/>
      </w:tblPr>
      <w:tblGrid>
        <w:gridCol w:w="990"/>
        <w:gridCol w:w="5720"/>
        <w:gridCol w:w="3630"/>
        <w:gridCol w:w="1650"/>
        <w:gridCol w:w="1430"/>
        <w:gridCol w:w="1760"/>
      </w:tblGrid>
      <w:tr w:rsidR="00C61B8E" w:rsidRPr="008F03F4" w:rsidTr="00BD7A5D">
        <w:trPr>
          <w:trHeight w:val="48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C61B8E" w:rsidRPr="008F03F4" w:rsidTr="00BD7A5D">
        <w:trPr>
          <w:trHeight w:val="315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B8E" w:rsidRPr="008F03F4" w:rsidRDefault="00C61B8E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C61B8E" w:rsidRPr="008F03F4" w:rsidRDefault="00C61B8E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95" w:type="dxa"/>
        <w:tblInd w:w="93" w:type="dxa"/>
        <w:tblLayout w:type="fixed"/>
        <w:tblLook w:val="00A0"/>
      </w:tblPr>
      <w:tblGrid>
        <w:gridCol w:w="1020"/>
        <w:gridCol w:w="5703"/>
        <w:gridCol w:w="3629"/>
        <w:gridCol w:w="1650"/>
        <w:gridCol w:w="1433"/>
        <w:gridCol w:w="1760"/>
      </w:tblGrid>
      <w:tr w:rsidR="00C61B8E" w:rsidRPr="008F03F4" w:rsidTr="00BD7A5D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B8E" w:rsidRPr="008F03F4" w:rsidRDefault="00C61B8E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585438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>5412,40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C61B8E" w:rsidRPr="008F03F4" w:rsidTr="00BD7A5D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585438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 xml:space="preserve">2455,00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585438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>, замена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оконных блоков</w:t>
            </w:r>
          </w:p>
          <w:p w:rsidR="00C61B8E" w:rsidRDefault="00C61B8E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61B8E" w:rsidRPr="008F03F4" w:rsidRDefault="00C61B8E" w:rsidP="0073517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B86B2A" w:rsidRDefault="00C61B8E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>4887,40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B86B2A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 xml:space="preserve">2455,00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B86B2A" w:rsidRDefault="00C61B8E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C61B8E" w:rsidRPr="008F03F4" w:rsidRDefault="00C61B8E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C61B8E" w:rsidRPr="008F03F4" w:rsidRDefault="00C61B8E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1C14BF">
        <w:trPr>
          <w:trHeight w:val="826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C61B8E" w:rsidRPr="008F03F4" w:rsidRDefault="00C61B8E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C61B8E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B8E" w:rsidRPr="008F03F4" w:rsidRDefault="00C61B8E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C61B8E" w:rsidRPr="008F03F4" w:rsidRDefault="00C61B8E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145F53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1B8E" w:rsidRPr="008F03F4" w:rsidRDefault="00C61B8E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C61B8E" w:rsidRPr="008F03F4" w:rsidRDefault="00C61B8E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A6172C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A6172C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C61B8E" w:rsidRPr="008F03F4" w:rsidRDefault="00C61B8E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C61B8E" w:rsidRPr="008F03F4" w:rsidRDefault="00C61B8E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C61B8E" w:rsidRPr="008F03F4" w:rsidRDefault="00C61B8E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C61B8E" w:rsidRPr="008F03F4" w:rsidRDefault="00C61B8E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C61B8E" w:rsidRPr="008F03F4" w:rsidRDefault="00C61B8E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C61B8E" w:rsidRPr="008F03F4" w:rsidRDefault="00C61B8E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61B8E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8E" w:rsidRPr="008F03F4" w:rsidRDefault="00C61B8E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B8E" w:rsidRPr="008F03F4" w:rsidRDefault="00C61B8E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1B8E" w:rsidRPr="008F03F4" w:rsidRDefault="00C61B8E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</w:tbl>
    <w:p w:rsidR="00C61B8E" w:rsidRPr="008F03F4" w:rsidRDefault="00C61B8E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1B8E" w:rsidRPr="00A63258" w:rsidRDefault="00C61B8E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C61B8E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8E" w:rsidRDefault="00C61B8E" w:rsidP="001C325E">
      <w:pPr>
        <w:spacing w:after="0" w:line="240" w:lineRule="auto"/>
      </w:pPr>
      <w:r>
        <w:separator/>
      </w:r>
    </w:p>
  </w:endnote>
  <w:endnote w:type="continuationSeparator" w:id="0">
    <w:p w:rsidR="00C61B8E" w:rsidRDefault="00C61B8E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8E" w:rsidRDefault="00C61B8E" w:rsidP="001C325E">
      <w:pPr>
        <w:spacing w:after="0" w:line="240" w:lineRule="auto"/>
      </w:pPr>
      <w:r>
        <w:separator/>
      </w:r>
    </w:p>
  </w:footnote>
  <w:footnote w:type="continuationSeparator" w:id="0">
    <w:p w:rsidR="00C61B8E" w:rsidRDefault="00C61B8E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8E" w:rsidRPr="0012098F" w:rsidRDefault="00C61B8E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52C8"/>
    <w:rsid w:val="00036FC3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71060"/>
    <w:rsid w:val="00073A6B"/>
    <w:rsid w:val="000744C7"/>
    <w:rsid w:val="00074EAD"/>
    <w:rsid w:val="00076018"/>
    <w:rsid w:val="0007625F"/>
    <w:rsid w:val="000823A3"/>
    <w:rsid w:val="00090677"/>
    <w:rsid w:val="00093E1E"/>
    <w:rsid w:val="00095DAC"/>
    <w:rsid w:val="000A52E7"/>
    <w:rsid w:val="000A5BA2"/>
    <w:rsid w:val="000A79B8"/>
    <w:rsid w:val="000A7C59"/>
    <w:rsid w:val="000B277B"/>
    <w:rsid w:val="000B2A80"/>
    <w:rsid w:val="000C012E"/>
    <w:rsid w:val="000C3708"/>
    <w:rsid w:val="000D0CE7"/>
    <w:rsid w:val="000D0F62"/>
    <w:rsid w:val="000D5DB5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6FA3"/>
    <w:rsid w:val="001071F1"/>
    <w:rsid w:val="00110254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45F53"/>
    <w:rsid w:val="001470AB"/>
    <w:rsid w:val="00152F5B"/>
    <w:rsid w:val="00153FD5"/>
    <w:rsid w:val="00155524"/>
    <w:rsid w:val="00161961"/>
    <w:rsid w:val="0016366C"/>
    <w:rsid w:val="00164889"/>
    <w:rsid w:val="00166AC7"/>
    <w:rsid w:val="001674CC"/>
    <w:rsid w:val="00167640"/>
    <w:rsid w:val="00172A7A"/>
    <w:rsid w:val="001733FB"/>
    <w:rsid w:val="00174910"/>
    <w:rsid w:val="00177F95"/>
    <w:rsid w:val="0018107B"/>
    <w:rsid w:val="001819FE"/>
    <w:rsid w:val="00185DE2"/>
    <w:rsid w:val="00187449"/>
    <w:rsid w:val="00187A88"/>
    <w:rsid w:val="00187CE6"/>
    <w:rsid w:val="001951A9"/>
    <w:rsid w:val="001969B3"/>
    <w:rsid w:val="001A16B2"/>
    <w:rsid w:val="001A2A93"/>
    <w:rsid w:val="001B571F"/>
    <w:rsid w:val="001C13C0"/>
    <w:rsid w:val="001C14BF"/>
    <w:rsid w:val="001C1FC6"/>
    <w:rsid w:val="001C2590"/>
    <w:rsid w:val="001C2696"/>
    <w:rsid w:val="001C325E"/>
    <w:rsid w:val="001C6367"/>
    <w:rsid w:val="001D1E4D"/>
    <w:rsid w:val="001D6EEB"/>
    <w:rsid w:val="001E1152"/>
    <w:rsid w:val="001E5FD4"/>
    <w:rsid w:val="001F1364"/>
    <w:rsid w:val="00200BC4"/>
    <w:rsid w:val="00201F1F"/>
    <w:rsid w:val="00202E89"/>
    <w:rsid w:val="00205744"/>
    <w:rsid w:val="00216C6A"/>
    <w:rsid w:val="00216DD9"/>
    <w:rsid w:val="00220325"/>
    <w:rsid w:val="002239B5"/>
    <w:rsid w:val="00227201"/>
    <w:rsid w:val="002273E0"/>
    <w:rsid w:val="00236877"/>
    <w:rsid w:val="00236D58"/>
    <w:rsid w:val="0024162F"/>
    <w:rsid w:val="00243B58"/>
    <w:rsid w:val="00247193"/>
    <w:rsid w:val="002602FA"/>
    <w:rsid w:val="00262A21"/>
    <w:rsid w:val="002721DD"/>
    <w:rsid w:val="0027396C"/>
    <w:rsid w:val="00275814"/>
    <w:rsid w:val="00275F36"/>
    <w:rsid w:val="00277E91"/>
    <w:rsid w:val="0028427A"/>
    <w:rsid w:val="002845F9"/>
    <w:rsid w:val="00284D8C"/>
    <w:rsid w:val="0029105C"/>
    <w:rsid w:val="002929E0"/>
    <w:rsid w:val="0029483F"/>
    <w:rsid w:val="00296759"/>
    <w:rsid w:val="00297948"/>
    <w:rsid w:val="002A6DB4"/>
    <w:rsid w:val="002A70B1"/>
    <w:rsid w:val="002B0879"/>
    <w:rsid w:val="002B0A25"/>
    <w:rsid w:val="002B5F62"/>
    <w:rsid w:val="002B70B6"/>
    <w:rsid w:val="002C01E4"/>
    <w:rsid w:val="002C1445"/>
    <w:rsid w:val="002C6A6E"/>
    <w:rsid w:val="002C6E3C"/>
    <w:rsid w:val="002C7E3F"/>
    <w:rsid w:val="002D70FB"/>
    <w:rsid w:val="002E1223"/>
    <w:rsid w:val="002E3868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2917"/>
    <w:rsid w:val="00314032"/>
    <w:rsid w:val="003141E2"/>
    <w:rsid w:val="0031734E"/>
    <w:rsid w:val="003202A9"/>
    <w:rsid w:val="003268B2"/>
    <w:rsid w:val="0033294E"/>
    <w:rsid w:val="003338F1"/>
    <w:rsid w:val="00336551"/>
    <w:rsid w:val="00342647"/>
    <w:rsid w:val="003430A1"/>
    <w:rsid w:val="003515B7"/>
    <w:rsid w:val="00351934"/>
    <w:rsid w:val="00351E3B"/>
    <w:rsid w:val="00354A93"/>
    <w:rsid w:val="00354AAC"/>
    <w:rsid w:val="00357B0D"/>
    <w:rsid w:val="003626F3"/>
    <w:rsid w:val="00365A53"/>
    <w:rsid w:val="00366EF3"/>
    <w:rsid w:val="00371574"/>
    <w:rsid w:val="00373DDD"/>
    <w:rsid w:val="00376602"/>
    <w:rsid w:val="003846DE"/>
    <w:rsid w:val="00386101"/>
    <w:rsid w:val="0039278E"/>
    <w:rsid w:val="003A0D30"/>
    <w:rsid w:val="003A0D85"/>
    <w:rsid w:val="003A3AFD"/>
    <w:rsid w:val="003A7B4D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2FDF"/>
    <w:rsid w:val="003E386C"/>
    <w:rsid w:val="003E3FDB"/>
    <w:rsid w:val="003E5CBB"/>
    <w:rsid w:val="003E65D1"/>
    <w:rsid w:val="003E7551"/>
    <w:rsid w:val="003F0D11"/>
    <w:rsid w:val="003F0D84"/>
    <w:rsid w:val="003F224E"/>
    <w:rsid w:val="003F2A6A"/>
    <w:rsid w:val="003F4AF2"/>
    <w:rsid w:val="003F6029"/>
    <w:rsid w:val="00405A9C"/>
    <w:rsid w:val="00407C69"/>
    <w:rsid w:val="00410DDF"/>
    <w:rsid w:val="004161A4"/>
    <w:rsid w:val="00416DA9"/>
    <w:rsid w:val="00421F4C"/>
    <w:rsid w:val="004243C6"/>
    <w:rsid w:val="004300EC"/>
    <w:rsid w:val="00431339"/>
    <w:rsid w:val="00433D56"/>
    <w:rsid w:val="00443908"/>
    <w:rsid w:val="004464E0"/>
    <w:rsid w:val="0044790D"/>
    <w:rsid w:val="00450EB7"/>
    <w:rsid w:val="00454835"/>
    <w:rsid w:val="004614A2"/>
    <w:rsid w:val="004614B4"/>
    <w:rsid w:val="00463029"/>
    <w:rsid w:val="00463659"/>
    <w:rsid w:val="00464AAC"/>
    <w:rsid w:val="00465DF5"/>
    <w:rsid w:val="00465F18"/>
    <w:rsid w:val="00467886"/>
    <w:rsid w:val="004709DA"/>
    <w:rsid w:val="00474D8B"/>
    <w:rsid w:val="004776A6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9D8"/>
    <w:rsid w:val="004A4F05"/>
    <w:rsid w:val="004A6071"/>
    <w:rsid w:val="004A6E68"/>
    <w:rsid w:val="004A7FE2"/>
    <w:rsid w:val="004B38C7"/>
    <w:rsid w:val="004B7D41"/>
    <w:rsid w:val="004C6CC0"/>
    <w:rsid w:val="004C7459"/>
    <w:rsid w:val="004C7766"/>
    <w:rsid w:val="004D3075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078CE"/>
    <w:rsid w:val="00512E98"/>
    <w:rsid w:val="00524B2F"/>
    <w:rsid w:val="0052674C"/>
    <w:rsid w:val="00526F5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52774"/>
    <w:rsid w:val="005579C7"/>
    <w:rsid w:val="00567D98"/>
    <w:rsid w:val="00574230"/>
    <w:rsid w:val="00580D06"/>
    <w:rsid w:val="0058229F"/>
    <w:rsid w:val="00582B5F"/>
    <w:rsid w:val="00585438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B5AB3"/>
    <w:rsid w:val="005C2FCE"/>
    <w:rsid w:val="005C40E9"/>
    <w:rsid w:val="005C51FE"/>
    <w:rsid w:val="005C5FCC"/>
    <w:rsid w:val="005C6E09"/>
    <w:rsid w:val="005E038B"/>
    <w:rsid w:val="005E4758"/>
    <w:rsid w:val="005E6A7C"/>
    <w:rsid w:val="005E78B6"/>
    <w:rsid w:val="005F185E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CC8"/>
    <w:rsid w:val="006474FD"/>
    <w:rsid w:val="00650199"/>
    <w:rsid w:val="006505C8"/>
    <w:rsid w:val="00651A8D"/>
    <w:rsid w:val="006600FF"/>
    <w:rsid w:val="00660576"/>
    <w:rsid w:val="006618D4"/>
    <w:rsid w:val="00664046"/>
    <w:rsid w:val="006653A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BF2"/>
    <w:rsid w:val="006A30B0"/>
    <w:rsid w:val="006A5057"/>
    <w:rsid w:val="006B0A3F"/>
    <w:rsid w:val="006B511B"/>
    <w:rsid w:val="006C296F"/>
    <w:rsid w:val="006C3E89"/>
    <w:rsid w:val="006C6CD9"/>
    <w:rsid w:val="006D1EC5"/>
    <w:rsid w:val="006D5C8F"/>
    <w:rsid w:val="006D6E4C"/>
    <w:rsid w:val="006E1342"/>
    <w:rsid w:val="006E38AB"/>
    <w:rsid w:val="006E73BA"/>
    <w:rsid w:val="006F254E"/>
    <w:rsid w:val="006F3F35"/>
    <w:rsid w:val="007028FF"/>
    <w:rsid w:val="00704D20"/>
    <w:rsid w:val="00711E9C"/>
    <w:rsid w:val="00713D7B"/>
    <w:rsid w:val="00715975"/>
    <w:rsid w:val="0072104C"/>
    <w:rsid w:val="00723609"/>
    <w:rsid w:val="00723CDD"/>
    <w:rsid w:val="007339BC"/>
    <w:rsid w:val="00735170"/>
    <w:rsid w:val="00743AA9"/>
    <w:rsid w:val="007454DF"/>
    <w:rsid w:val="00751F87"/>
    <w:rsid w:val="00755E56"/>
    <w:rsid w:val="007619E1"/>
    <w:rsid w:val="00764BCD"/>
    <w:rsid w:val="007745CB"/>
    <w:rsid w:val="0077765A"/>
    <w:rsid w:val="007816AF"/>
    <w:rsid w:val="007852D9"/>
    <w:rsid w:val="00787CA2"/>
    <w:rsid w:val="00791256"/>
    <w:rsid w:val="007919AA"/>
    <w:rsid w:val="00794AB7"/>
    <w:rsid w:val="00794EB6"/>
    <w:rsid w:val="00795D06"/>
    <w:rsid w:val="007A19B5"/>
    <w:rsid w:val="007A3080"/>
    <w:rsid w:val="007A343E"/>
    <w:rsid w:val="007A5D0A"/>
    <w:rsid w:val="007B02BC"/>
    <w:rsid w:val="007B3BDD"/>
    <w:rsid w:val="007B4213"/>
    <w:rsid w:val="007C26B2"/>
    <w:rsid w:val="007C2709"/>
    <w:rsid w:val="007C4FFB"/>
    <w:rsid w:val="007C61C4"/>
    <w:rsid w:val="007D364C"/>
    <w:rsid w:val="007E16BF"/>
    <w:rsid w:val="007E1F7C"/>
    <w:rsid w:val="007E3B7F"/>
    <w:rsid w:val="007E4622"/>
    <w:rsid w:val="007E4687"/>
    <w:rsid w:val="007E4CBE"/>
    <w:rsid w:val="007E5D8F"/>
    <w:rsid w:val="007E69E1"/>
    <w:rsid w:val="007F2173"/>
    <w:rsid w:val="007F45E0"/>
    <w:rsid w:val="007F52EE"/>
    <w:rsid w:val="007F7298"/>
    <w:rsid w:val="00802259"/>
    <w:rsid w:val="00804F20"/>
    <w:rsid w:val="0080655D"/>
    <w:rsid w:val="00807BF2"/>
    <w:rsid w:val="00810AB7"/>
    <w:rsid w:val="00811079"/>
    <w:rsid w:val="00811498"/>
    <w:rsid w:val="0081243D"/>
    <w:rsid w:val="008143C6"/>
    <w:rsid w:val="00816786"/>
    <w:rsid w:val="00821796"/>
    <w:rsid w:val="0082225C"/>
    <w:rsid w:val="008249F8"/>
    <w:rsid w:val="00831977"/>
    <w:rsid w:val="008366BA"/>
    <w:rsid w:val="00837C70"/>
    <w:rsid w:val="00840C28"/>
    <w:rsid w:val="008422D7"/>
    <w:rsid w:val="0084261C"/>
    <w:rsid w:val="008433B7"/>
    <w:rsid w:val="00844B1C"/>
    <w:rsid w:val="00846D0F"/>
    <w:rsid w:val="00854D76"/>
    <w:rsid w:val="0086174E"/>
    <w:rsid w:val="00875C5A"/>
    <w:rsid w:val="008832D6"/>
    <w:rsid w:val="00884551"/>
    <w:rsid w:val="00885A95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B720B"/>
    <w:rsid w:val="008C09CC"/>
    <w:rsid w:val="008C5233"/>
    <w:rsid w:val="008D22A0"/>
    <w:rsid w:val="008D61A6"/>
    <w:rsid w:val="008D6265"/>
    <w:rsid w:val="008D6459"/>
    <w:rsid w:val="008D6E97"/>
    <w:rsid w:val="008D7D2A"/>
    <w:rsid w:val="008E068B"/>
    <w:rsid w:val="008E0F57"/>
    <w:rsid w:val="008E39FC"/>
    <w:rsid w:val="008E40AE"/>
    <w:rsid w:val="008E40FE"/>
    <w:rsid w:val="008E7559"/>
    <w:rsid w:val="008F03F4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99"/>
    <w:rsid w:val="009343D4"/>
    <w:rsid w:val="00946359"/>
    <w:rsid w:val="00950027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7A11"/>
    <w:rsid w:val="009C0D6D"/>
    <w:rsid w:val="009D3983"/>
    <w:rsid w:val="009D730F"/>
    <w:rsid w:val="009E3529"/>
    <w:rsid w:val="009E616F"/>
    <w:rsid w:val="009E66F7"/>
    <w:rsid w:val="009E6B1A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73EF"/>
    <w:rsid w:val="00A20310"/>
    <w:rsid w:val="00A22304"/>
    <w:rsid w:val="00A24237"/>
    <w:rsid w:val="00A270DD"/>
    <w:rsid w:val="00A27E70"/>
    <w:rsid w:val="00A33515"/>
    <w:rsid w:val="00A4377D"/>
    <w:rsid w:val="00A47742"/>
    <w:rsid w:val="00A479C6"/>
    <w:rsid w:val="00A509EE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338A"/>
    <w:rsid w:val="00AA3839"/>
    <w:rsid w:val="00AA3913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2A8"/>
    <w:rsid w:val="00B01350"/>
    <w:rsid w:val="00B01354"/>
    <w:rsid w:val="00B027B0"/>
    <w:rsid w:val="00B06A2E"/>
    <w:rsid w:val="00B118D8"/>
    <w:rsid w:val="00B1257F"/>
    <w:rsid w:val="00B159FB"/>
    <w:rsid w:val="00B24218"/>
    <w:rsid w:val="00B24788"/>
    <w:rsid w:val="00B37F18"/>
    <w:rsid w:val="00B40AD4"/>
    <w:rsid w:val="00B418A3"/>
    <w:rsid w:val="00B5040F"/>
    <w:rsid w:val="00B53744"/>
    <w:rsid w:val="00B556BA"/>
    <w:rsid w:val="00B5682A"/>
    <w:rsid w:val="00B63852"/>
    <w:rsid w:val="00B6402A"/>
    <w:rsid w:val="00B6573C"/>
    <w:rsid w:val="00B71A64"/>
    <w:rsid w:val="00B77D19"/>
    <w:rsid w:val="00B837CF"/>
    <w:rsid w:val="00B83B76"/>
    <w:rsid w:val="00B86B2A"/>
    <w:rsid w:val="00B86EFD"/>
    <w:rsid w:val="00B87888"/>
    <w:rsid w:val="00B91C42"/>
    <w:rsid w:val="00B92409"/>
    <w:rsid w:val="00BA6B17"/>
    <w:rsid w:val="00BB39F6"/>
    <w:rsid w:val="00BB55D9"/>
    <w:rsid w:val="00BC4F1D"/>
    <w:rsid w:val="00BD26C4"/>
    <w:rsid w:val="00BD5D27"/>
    <w:rsid w:val="00BD788C"/>
    <w:rsid w:val="00BD7A5D"/>
    <w:rsid w:val="00BE2DFD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1B8E"/>
    <w:rsid w:val="00C65ECE"/>
    <w:rsid w:val="00C72D9C"/>
    <w:rsid w:val="00C82898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B2D77"/>
    <w:rsid w:val="00CC2EA8"/>
    <w:rsid w:val="00CC59D6"/>
    <w:rsid w:val="00CC61EE"/>
    <w:rsid w:val="00CC6F83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5887"/>
    <w:rsid w:val="00D06638"/>
    <w:rsid w:val="00D06794"/>
    <w:rsid w:val="00D10B0D"/>
    <w:rsid w:val="00D11E32"/>
    <w:rsid w:val="00D12B58"/>
    <w:rsid w:val="00D138A8"/>
    <w:rsid w:val="00D22D99"/>
    <w:rsid w:val="00D24A43"/>
    <w:rsid w:val="00D26279"/>
    <w:rsid w:val="00D26CAE"/>
    <w:rsid w:val="00D307BB"/>
    <w:rsid w:val="00D31B67"/>
    <w:rsid w:val="00D31BB3"/>
    <w:rsid w:val="00D3237D"/>
    <w:rsid w:val="00D37C53"/>
    <w:rsid w:val="00D37E44"/>
    <w:rsid w:val="00D37F4D"/>
    <w:rsid w:val="00D5073F"/>
    <w:rsid w:val="00D5082A"/>
    <w:rsid w:val="00D6094D"/>
    <w:rsid w:val="00D629FA"/>
    <w:rsid w:val="00D63C94"/>
    <w:rsid w:val="00D663BA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2577"/>
    <w:rsid w:val="00DC38B5"/>
    <w:rsid w:val="00DC39D7"/>
    <w:rsid w:val="00DC59FF"/>
    <w:rsid w:val="00DD0B99"/>
    <w:rsid w:val="00DD26EC"/>
    <w:rsid w:val="00DD4B20"/>
    <w:rsid w:val="00DE1E36"/>
    <w:rsid w:val="00DE3B63"/>
    <w:rsid w:val="00DE4348"/>
    <w:rsid w:val="00DE7E0A"/>
    <w:rsid w:val="00DF3709"/>
    <w:rsid w:val="00E0222E"/>
    <w:rsid w:val="00E03146"/>
    <w:rsid w:val="00E054FB"/>
    <w:rsid w:val="00E067C1"/>
    <w:rsid w:val="00E076A0"/>
    <w:rsid w:val="00E10A57"/>
    <w:rsid w:val="00E1255F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7ABB"/>
    <w:rsid w:val="00E534C9"/>
    <w:rsid w:val="00E54879"/>
    <w:rsid w:val="00E54D3A"/>
    <w:rsid w:val="00E54E66"/>
    <w:rsid w:val="00E5538D"/>
    <w:rsid w:val="00E5630B"/>
    <w:rsid w:val="00E57098"/>
    <w:rsid w:val="00E61345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677A"/>
    <w:rsid w:val="00F0027A"/>
    <w:rsid w:val="00F01AA6"/>
    <w:rsid w:val="00F03F08"/>
    <w:rsid w:val="00F076FC"/>
    <w:rsid w:val="00F119DE"/>
    <w:rsid w:val="00F142C9"/>
    <w:rsid w:val="00F15964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604B"/>
    <w:rsid w:val="00F57747"/>
    <w:rsid w:val="00F603A4"/>
    <w:rsid w:val="00F65F12"/>
    <w:rsid w:val="00F710A4"/>
    <w:rsid w:val="00F80DF2"/>
    <w:rsid w:val="00F83650"/>
    <w:rsid w:val="00F86D03"/>
    <w:rsid w:val="00F87894"/>
    <w:rsid w:val="00F92168"/>
    <w:rsid w:val="00F96734"/>
    <w:rsid w:val="00FA2139"/>
    <w:rsid w:val="00FA3796"/>
    <w:rsid w:val="00FA37CD"/>
    <w:rsid w:val="00FA71BB"/>
    <w:rsid w:val="00FA7A11"/>
    <w:rsid w:val="00FB352B"/>
    <w:rsid w:val="00FB6FA2"/>
    <w:rsid w:val="00FC0E66"/>
    <w:rsid w:val="00FC3DF7"/>
    <w:rsid w:val="00FC4587"/>
    <w:rsid w:val="00FC4ADA"/>
    <w:rsid w:val="00FC529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87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1545</TotalTime>
  <Pages>3</Pages>
  <Words>654</Words>
  <Characters>3732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425</cp:revision>
  <cp:lastPrinted>2014-02-12T05:34:00Z</cp:lastPrinted>
  <dcterms:created xsi:type="dcterms:W3CDTF">2012-12-14T05:12:00Z</dcterms:created>
  <dcterms:modified xsi:type="dcterms:W3CDTF">2014-10-01T03:59:00Z</dcterms:modified>
</cp:coreProperties>
</file>